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2E" w:rsidRDefault="003F002E">
      <w:pPr>
        <w:spacing w:line="280" w:lineRule="atLeast"/>
        <w:rPr>
          <w:b/>
        </w:rPr>
      </w:pPr>
    </w:p>
    <w:tbl>
      <w:tblPr>
        <w:tblpPr w:leftFromText="141" w:rightFromText="141" w:vertAnchor="page" w:horzAnchor="margin" w:tblpXSpec="center" w:tblpY="3241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C96D5D" w:rsidRPr="00296949" w:rsidTr="00C96D5D">
        <w:trPr>
          <w:cantSplit/>
          <w:trHeight w:val="57"/>
        </w:trPr>
        <w:tc>
          <w:tcPr>
            <w:tcW w:w="362" w:type="dxa"/>
          </w:tcPr>
          <w:p w:rsidR="00C96D5D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916F4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.5pt;height:78pt">
                  <v:imagedata r:id="rId7" o:title=""/>
                </v:shape>
              </w:pic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„</w:t>
            </w:r>
            <w:r w:rsidRPr="00BA320D">
              <w:rPr>
                <w:rFonts w:ascii="Arial" w:hAnsi="Arial" w:cs="Arial"/>
                <w:sz w:val="20"/>
                <w:szCs w:val="20"/>
              </w:rPr>
              <w:t>Realizace PSZ v k. ú. Slupenec – PC PV 2N</w:t>
            </w:r>
            <w:r w:rsidRPr="00296949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C96D5D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Číslo jednací: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8358AE">
              <w:rPr>
                <w:rFonts w:ascii="Arial" w:hAnsi="Arial" w:cs="Arial"/>
                <w:sz w:val="20"/>
                <w:szCs w:val="20"/>
              </w:rPr>
              <w:t>193856/2012-MZE-130715</w:t>
            </w: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Spisová zn.: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BA320D">
              <w:rPr>
                <w:rFonts w:ascii="Arial" w:hAnsi="Arial" w:cs="Arial"/>
                <w:spacing w:val="8"/>
                <w:sz w:val="20"/>
                <w:szCs w:val="20"/>
              </w:rPr>
              <w:t>4VZ46865/2012-130715</w:t>
            </w: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08</w:t>
            </w:r>
            <w:r w:rsidRPr="00C210A6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C96D5D" w:rsidRDefault="00C96D5D" w:rsidP="00C96D5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315E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96D5D" w:rsidRPr="00D53BFF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b/>
                <w:sz w:val="20"/>
                <w:szCs w:val="20"/>
              </w:rPr>
              <w:t>veřejná zakázka malého rozsahu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732862" w:rsidRDefault="00732862">
      <w:pPr>
        <w:spacing w:line="280" w:lineRule="atLeast"/>
        <w:rPr>
          <w:b/>
        </w:rPr>
      </w:pPr>
    </w:p>
    <w:p w:rsidR="00C96D5D" w:rsidRDefault="00C96D5D">
      <w:pPr>
        <w:spacing w:line="280" w:lineRule="atLeast"/>
        <w:rPr>
          <w:b/>
        </w:rPr>
      </w:pPr>
    </w:p>
    <w:p w:rsidR="00C96D5D" w:rsidRDefault="00C96D5D">
      <w:pPr>
        <w:spacing w:line="280" w:lineRule="atLeast"/>
        <w:rPr>
          <w:b/>
        </w:rPr>
      </w:pPr>
    </w:p>
    <w:p w:rsidR="00786400" w:rsidRDefault="00060444">
      <w:pPr>
        <w:spacing w:line="280" w:lineRule="atLeas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tbl>
      <w:tblPr>
        <w:tblW w:w="9373" w:type="dxa"/>
        <w:jc w:val="center"/>
        <w:tblInd w:w="360" w:type="dxa"/>
        <w:tblCellMar>
          <w:left w:w="0" w:type="dxa"/>
          <w:right w:w="0" w:type="dxa"/>
        </w:tblCellMar>
        <w:tblLook w:val="01E0"/>
      </w:tblPr>
      <w:tblGrid>
        <w:gridCol w:w="114"/>
        <w:gridCol w:w="1471"/>
        <w:gridCol w:w="1333"/>
        <w:gridCol w:w="6296"/>
        <w:gridCol w:w="159"/>
      </w:tblGrid>
      <w:tr w:rsidR="00B005EF" w:rsidRPr="00C01F7E" w:rsidTr="00C96D5D">
        <w:trPr>
          <w:gridBefore w:val="1"/>
          <w:wBefore w:w="114" w:type="dxa"/>
          <w:jc w:val="center"/>
        </w:trPr>
        <w:tc>
          <w:tcPr>
            <w:tcW w:w="1471" w:type="dxa"/>
            <w:vMerge w:val="restart"/>
          </w:tcPr>
          <w:p w:rsidR="00B005EF" w:rsidRPr="00C01F7E" w:rsidRDefault="00341F56" w:rsidP="00C01F7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41F56">
              <w:rPr>
                <w:rFonts w:ascii="Arial" w:hAnsi="Arial" w:cs="Arial"/>
                <w:sz w:val="20"/>
                <w:szCs w:val="20"/>
              </w:rPr>
              <w:pict>
                <v:shape id="_x0000_i1025" type="#_x0000_t75" style="width:54pt;height:41.25pt">
                  <v:imagedata r:id="rId8" o:title=""/>
                </v:shape>
              </w:pict>
            </w:r>
          </w:p>
        </w:tc>
        <w:tc>
          <w:tcPr>
            <w:tcW w:w="7788" w:type="dxa"/>
            <w:gridSpan w:val="3"/>
          </w:tcPr>
          <w:p w:rsidR="00B005EF" w:rsidRPr="00C01F7E" w:rsidRDefault="0009541A" w:rsidP="00C01F7E">
            <w:pPr>
              <w:spacing w:line="240" w:lineRule="atLeast"/>
              <w:rPr>
                <w:rFonts w:ascii="Arial" w:hAnsi="Arial" w:cs="Arial"/>
                <w:b/>
              </w:rPr>
            </w:pPr>
            <w:r w:rsidRPr="00C01F7E">
              <w:rPr>
                <w:rFonts w:ascii="Arial" w:hAnsi="Arial" w:cs="Arial"/>
                <w:b/>
              </w:rPr>
              <w:t>Krycí list nabídky</w:t>
            </w:r>
          </w:p>
        </w:tc>
      </w:tr>
      <w:tr w:rsidR="00B005EF" w:rsidRPr="00C01F7E" w:rsidTr="00C96D5D">
        <w:trPr>
          <w:gridBefore w:val="1"/>
          <w:wBefore w:w="114" w:type="dxa"/>
          <w:trHeight w:val="521"/>
          <w:jc w:val="center"/>
        </w:trPr>
        <w:tc>
          <w:tcPr>
            <w:tcW w:w="1471" w:type="dxa"/>
            <w:vMerge/>
          </w:tcPr>
          <w:p w:rsidR="00B005EF" w:rsidRPr="00C01F7E" w:rsidRDefault="00B005EF" w:rsidP="00C01F7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8" w:type="dxa"/>
            <w:gridSpan w:val="3"/>
          </w:tcPr>
          <w:p w:rsidR="00085AD5" w:rsidRPr="00C01F7E" w:rsidRDefault="0009541A" w:rsidP="00C01F7E">
            <w:pPr>
              <w:tabs>
                <w:tab w:val="left" w:pos="360"/>
              </w:tabs>
              <w:spacing w:line="280" w:lineRule="atLeast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k zadávacímu řízení na v</w:t>
            </w:r>
            <w:r w:rsidR="005E368F" w:rsidRPr="00C01F7E">
              <w:rPr>
                <w:rFonts w:ascii="Arial" w:hAnsi="Arial" w:cs="Arial"/>
                <w:sz w:val="20"/>
                <w:szCs w:val="20"/>
              </w:rPr>
              <w:t>eřejnou zakázku</w:t>
            </w:r>
            <w:r w:rsidR="00085AD5" w:rsidRPr="00C01F7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96D5D" w:rsidRDefault="009A22A6" w:rsidP="009A22A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„Realizace PSZ v k.</w:t>
            </w:r>
            <w:r w:rsidR="00C96D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ú. Slupenec – PC PV 2N“</w:t>
            </w:r>
          </w:p>
          <w:p w:rsidR="00B005EF" w:rsidRPr="00C01F7E" w:rsidRDefault="00B005EF" w:rsidP="00C01F7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68F" w:rsidRPr="00C01F7E" w:rsidTr="00C96D5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159" w:type="dxa"/>
        </w:trPr>
        <w:tc>
          <w:tcPr>
            <w:tcW w:w="2918" w:type="dxa"/>
            <w:gridSpan w:val="3"/>
            <w:tcMar>
              <w:left w:w="0" w:type="dxa"/>
              <w:right w:w="0" w:type="dxa"/>
            </w:tcMar>
          </w:tcPr>
          <w:p w:rsidR="008A732E" w:rsidRPr="00C01F7E" w:rsidRDefault="008A732E" w:rsidP="00C96D5D">
            <w:pPr>
              <w:tabs>
                <w:tab w:val="left" w:pos="360"/>
              </w:tabs>
              <w:spacing w:line="280" w:lineRule="atLeast"/>
              <w:rPr>
                <w:b/>
              </w:rPr>
            </w:pPr>
            <w:r w:rsidRPr="00C01F7E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C01F7E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5E368F" w:rsidRPr="00C01F7E" w:rsidRDefault="00810D71" w:rsidP="00C96D5D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01F7E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296" w:type="dxa"/>
          </w:tcPr>
          <w:p w:rsidR="008A732E" w:rsidRPr="00C01F7E" w:rsidRDefault="008A732E" w:rsidP="00C96D5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E368F" w:rsidRPr="00C01F7E" w:rsidRDefault="00B9796A" w:rsidP="00C96D5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51969">
              <w:rPr>
                <w:rFonts w:ascii="Arial" w:hAnsi="Arial" w:cs="Arial"/>
                <w:sz w:val="20"/>
                <w:szCs w:val="20"/>
              </w:rPr>
              <w:t>dle § 12 odst. 3 zákona</w:t>
            </w:r>
          </w:p>
        </w:tc>
      </w:tr>
      <w:tr w:rsidR="005E368F" w:rsidRPr="00C01F7E" w:rsidTr="00C96D5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159" w:type="dxa"/>
        </w:trPr>
        <w:tc>
          <w:tcPr>
            <w:tcW w:w="2918" w:type="dxa"/>
            <w:gridSpan w:val="3"/>
            <w:tcMar>
              <w:left w:w="0" w:type="dxa"/>
              <w:right w:w="0" w:type="dxa"/>
            </w:tcMar>
          </w:tcPr>
          <w:p w:rsidR="005E368F" w:rsidRPr="00C01F7E" w:rsidRDefault="00810D71" w:rsidP="00C96D5D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01F7E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6296" w:type="dxa"/>
          </w:tcPr>
          <w:p w:rsidR="005E368F" w:rsidRPr="00C01F7E" w:rsidRDefault="00B9796A" w:rsidP="00C96D5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9796A">
              <w:rPr>
                <w:rFonts w:ascii="Arial" w:hAnsi="Arial" w:cs="Arial"/>
                <w:sz w:val="20"/>
                <w:szCs w:val="20"/>
              </w:rPr>
              <w:t>Veřejná zakázka malého rozsahu</w:t>
            </w:r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AB170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</w:tr>
    </w:tbl>
    <w:p w:rsidR="008769B0" w:rsidRDefault="008769B0" w:rsidP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B20CBD" w:rsidRDefault="00D75E89" w:rsidP="00C96D5D">
      <w:pPr>
        <w:tabs>
          <w:tab w:val="left" w:pos="360"/>
        </w:tabs>
        <w:spacing w:line="280" w:lineRule="atLeast"/>
        <w:ind w:left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="00C96D5D">
        <w:rPr>
          <w:rFonts w:ascii="Arial" w:hAnsi="Arial" w:cs="Arial"/>
          <w:b/>
          <w:sz w:val="20"/>
          <w:szCs w:val="20"/>
        </w:rPr>
        <w:t xml:space="preserve"> </w:t>
      </w:r>
      <w:r w:rsidRPr="003F6F86">
        <w:rPr>
          <w:rFonts w:ascii="Arial" w:hAnsi="Arial" w:cs="Arial"/>
          <w:b/>
          <w:sz w:val="20"/>
          <w:szCs w:val="20"/>
        </w:rPr>
        <w:t>Základní identifikační údaje</w:t>
      </w:r>
    </w:p>
    <w:p w:rsidR="00C96D5D" w:rsidRDefault="00C96D5D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D75E89" w:rsidRPr="003F6F86" w:rsidRDefault="00903648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="00E16ABB">
        <w:rPr>
          <w:rFonts w:ascii="Arial" w:hAnsi="Arial" w:cs="Arial"/>
          <w:b/>
          <w:sz w:val="20"/>
          <w:szCs w:val="20"/>
        </w:rPr>
        <w:t xml:space="preserve"> </w:t>
      </w:r>
      <w:r w:rsidRPr="003F6F86">
        <w:rPr>
          <w:rFonts w:ascii="Arial" w:hAnsi="Arial" w:cs="Arial"/>
          <w:b/>
          <w:sz w:val="20"/>
          <w:szCs w:val="20"/>
        </w:rPr>
        <w:t>1.</w:t>
      </w:r>
      <w:r w:rsidRPr="003F6F86">
        <w:rPr>
          <w:rFonts w:ascii="Arial" w:hAnsi="Arial" w:cs="Arial"/>
          <w:b/>
          <w:sz w:val="20"/>
          <w:szCs w:val="20"/>
        </w:rPr>
        <w:tab/>
      </w:r>
      <w:r w:rsidR="00D75E89" w:rsidRPr="003F6F86">
        <w:rPr>
          <w:rFonts w:ascii="Arial" w:hAnsi="Arial" w:cs="Arial"/>
          <w:b/>
          <w:sz w:val="20"/>
          <w:szCs w:val="20"/>
        </w:rPr>
        <w:t>Zadavatel</w:t>
      </w:r>
    </w:p>
    <w:tbl>
      <w:tblPr>
        <w:tblW w:w="975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5500"/>
      </w:tblGrid>
      <w:tr w:rsidR="00306F0C" w:rsidRPr="00C01F7E" w:rsidTr="00C01F7E">
        <w:tc>
          <w:tcPr>
            <w:tcW w:w="4253" w:type="dxa"/>
            <w:vMerge w:val="restart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306F0C" w:rsidRPr="00C01F7E" w:rsidRDefault="00306F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F0C" w:rsidRPr="00C01F7E" w:rsidRDefault="00306F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306F0C" w:rsidRPr="00C01F7E" w:rsidTr="00C01F7E">
        <w:tc>
          <w:tcPr>
            <w:tcW w:w="4253" w:type="dxa"/>
            <w:vMerge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306F0C" w:rsidRPr="00C01F7E" w:rsidRDefault="00306F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0C" w:rsidRPr="00C01F7E" w:rsidRDefault="00604A6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903648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903648" w:rsidRPr="00C01F7E" w:rsidRDefault="000327E9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903648" w:rsidRPr="00C01F7E" w:rsidRDefault="002B411A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2B411A" w:rsidRPr="00C01F7E" w:rsidTr="00C01F7E">
        <w:tc>
          <w:tcPr>
            <w:tcW w:w="4253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2B411A" w:rsidRPr="00C01F7E" w:rsidRDefault="002B411A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11A" w:rsidRPr="00C01F7E" w:rsidRDefault="002B411A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6F5B0C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6F5B0C" w:rsidRPr="00C01F7E" w:rsidRDefault="006F5B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Odbor: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:rsidR="006F5B0C" w:rsidRPr="00C01F7E" w:rsidRDefault="00604A6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6F5B0C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6F5B0C" w:rsidRPr="00C01F7E" w:rsidRDefault="006F5B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</w:tcPr>
          <w:p w:rsidR="006F5B0C" w:rsidRPr="00C01F7E" w:rsidRDefault="00085AD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Plešivec 287, 381 01 Český Krumlov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+420380301530, +420380301531/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+420380301548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953C05" w:rsidRPr="00C01F7E" w:rsidRDefault="00341F5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953C05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PU_Cesky_Krumlov@mze.cz</w:t>
              </w:r>
            </w:hyperlink>
            <w:r w:rsidR="00953C05" w:rsidRPr="00C01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03648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903648" w:rsidRPr="00C01F7E" w:rsidRDefault="000327E9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</w:tcPr>
          <w:p w:rsidR="00903648" w:rsidRPr="00C01F7E" w:rsidRDefault="006F5617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 xml:space="preserve">Ing. </w:t>
            </w:r>
            <w:r w:rsidR="00EF1B7D" w:rsidRPr="00C01F7E">
              <w:rPr>
                <w:rFonts w:ascii="Arial" w:hAnsi="Arial" w:cs="Arial"/>
                <w:noProof/>
                <w:sz w:val="20"/>
                <w:szCs w:val="20"/>
              </w:rPr>
              <w:t>Josef Jakeš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, ředitel PÚ Český Krumlov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</w:tcPr>
          <w:p w:rsidR="00510C32" w:rsidRPr="00C01F7E" w:rsidRDefault="00211C4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 xml:space="preserve">Vlasta Laisková, </w:t>
            </w:r>
            <w:r w:rsidRPr="00C01F7E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9A22A6">
              <w:rPr>
                <w:rFonts w:ascii="Arial" w:hAnsi="Arial" w:cs="Arial"/>
                <w:sz w:val="20"/>
                <w:szCs w:val="20"/>
              </w:rPr>
              <w:t>Tomáš Holas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510C32" w:rsidRPr="00C01F7E" w:rsidRDefault="00510C32" w:rsidP="00DD5AB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</w:t>
            </w:r>
            <w:r w:rsidR="00211C46" w:rsidRPr="00C01F7E">
              <w:rPr>
                <w:rFonts w:ascii="Arial" w:hAnsi="Arial" w:cs="Arial"/>
                <w:noProof/>
                <w:sz w:val="20"/>
                <w:szCs w:val="20"/>
              </w:rPr>
              <w:t>36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, +4203803015</w:t>
            </w:r>
            <w:r w:rsidR="00DD5ABA">
              <w:rPr>
                <w:rFonts w:ascii="Arial" w:hAnsi="Arial" w:cs="Arial"/>
                <w:noProof/>
                <w:sz w:val="20"/>
                <w:szCs w:val="20"/>
              </w:rPr>
              <w:t>32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/ +420380301548</w:t>
            </w:r>
          </w:p>
        </w:tc>
      </w:tr>
      <w:tr w:rsidR="00510C32" w:rsidRPr="00C01F7E" w:rsidTr="00C01F7E">
        <w:tc>
          <w:tcPr>
            <w:tcW w:w="4253" w:type="dxa"/>
            <w:tcMar>
              <w:left w:w="85" w:type="dxa"/>
              <w:right w:w="85" w:type="dxa"/>
            </w:tcMar>
          </w:tcPr>
          <w:p w:rsidR="00510C32" w:rsidRPr="00C01F7E" w:rsidRDefault="00510C3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DC5CC4" w:rsidRPr="00C01F7E" w:rsidRDefault="00341F5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211C46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vlasta.laiskova</w:t>
              </w:r>
              <w:r w:rsidR="00211C46" w:rsidRPr="00C01F7E">
                <w:rPr>
                  <w:rStyle w:val="Hypertextovodkaz"/>
                  <w:rFonts w:ascii="Arial" w:hAnsi="Arial" w:cs="Arial"/>
                  <w:noProof/>
                  <w:sz w:val="20"/>
                  <w:szCs w:val="20"/>
                </w:rPr>
                <w:t>@mze.cz</w:t>
              </w:r>
            </w:hyperlink>
            <w:r w:rsidR="00211C46" w:rsidRPr="00C01F7E">
              <w:rPr>
                <w:rFonts w:ascii="Arial" w:hAnsi="Arial" w:cs="Arial"/>
                <w:sz w:val="20"/>
                <w:szCs w:val="20"/>
              </w:rPr>
              <w:t xml:space="preserve"> , </w:t>
            </w:r>
            <w:hyperlink r:id="rId11" w:history="1">
              <w:r w:rsidR="009A22A6" w:rsidRPr="007B7A2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tomas.holas@mze.cz</w:t>
              </w:r>
            </w:hyperlink>
            <w:r w:rsidR="00DC5CC4" w:rsidRPr="00C01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C32" w:rsidRPr="00C01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86400" w:rsidRDefault="00786400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66F65" w:rsidRDefault="00C66F65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D1325" w:rsidRPr="003F6F86" w:rsidRDefault="0084657F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E16AB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2.</w:t>
      </w:r>
      <w:r w:rsidR="00E16AB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Uchazeč/zájemce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93"/>
        <w:gridCol w:w="5427"/>
      </w:tblGrid>
      <w:tr w:rsidR="008D5E88" w:rsidRPr="00C01F7E" w:rsidTr="00C01F7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D5E88" w:rsidRPr="00C01F7E" w:rsidRDefault="008D5E88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8D5E88" w:rsidRPr="00C01F7E" w:rsidRDefault="008D5E88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25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C01F7E" w:rsidRDefault="009B2BBD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DD1325" w:rsidRPr="00C01F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</w:tcPr>
          <w:p w:rsidR="00DD1325" w:rsidRPr="00C01F7E" w:rsidRDefault="00DD132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452" w:rsidRPr="00C01F7E" w:rsidTr="00C01F7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BB5452" w:rsidRPr="00C01F7E" w:rsidRDefault="00BB545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BB5452" w:rsidRPr="00C01F7E" w:rsidRDefault="00BB5452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25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C01F7E" w:rsidRDefault="00DD132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DD1325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D1325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C01F7E" w:rsidRDefault="00DD132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DD1325" w:rsidRPr="00C01F7E" w:rsidRDefault="00DD132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25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1325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</w:t>
            </w:r>
            <w:r w:rsidR="00DD1325" w:rsidRPr="00C01F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</w:tcPr>
          <w:p w:rsidR="00DD1325" w:rsidRPr="00C01F7E" w:rsidRDefault="00DD132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auto"/>
            </w:tcBorders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vMerge w:val="restart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DD0F4C" w:rsidRPr="00C01F7E" w:rsidRDefault="00B66EE5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F4C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D0F4C" w:rsidRPr="00C01F7E" w:rsidTr="00C01F7E">
        <w:tc>
          <w:tcPr>
            <w:tcW w:w="4293" w:type="dxa"/>
            <w:vMerge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vMerge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vMerge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vMerge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4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Borders>
              <w:top w:val="single" w:sz="4" w:space="0" w:color="auto"/>
            </w:tcBorders>
          </w:tcPr>
          <w:p w:rsidR="00DD0F4C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D0F4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DD0F4C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D0F4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DD0F4C" w:rsidRPr="00C01F7E" w:rsidRDefault="00DD0F4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B0C" w:rsidRPr="00C01F7E" w:rsidTr="00C01F7E">
        <w:tc>
          <w:tcPr>
            <w:tcW w:w="4293" w:type="dxa"/>
            <w:tcMar>
              <w:left w:w="85" w:type="dxa"/>
              <w:right w:w="85" w:type="dxa"/>
            </w:tcMar>
          </w:tcPr>
          <w:p w:rsidR="006F5B0C" w:rsidRPr="00C01F7E" w:rsidRDefault="006F5B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6F5B0C" w:rsidRPr="00C01F7E" w:rsidRDefault="006F5B0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41A" w:rsidRPr="003F6F86" w:rsidRDefault="003F241A">
      <w:pPr>
        <w:spacing w:line="280" w:lineRule="atLeast"/>
        <w:rPr>
          <w:rFonts w:ascii="Arial" w:hAnsi="Arial" w:cs="Arial"/>
          <w:sz w:val="16"/>
          <w:szCs w:val="16"/>
        </w:rPr>
      </w:pPr>
      <w:r w:rsidRPr="003F6F86">
        <w:rPr>
          <w:rFonts w:ascii="Arial" w:hAnsi="Arial" w:cs="Arial"/>
          <w:sz w:val="16"/>
          <w:szCs w:val="16"/>
        </w:rPr>
        <w:t>Poznámka: Podává-li nabídku fyzická osoba</w:t>
      </w:r>
      <w:r w:rsidR="00B66EE5">
        <w:rPr>
          <w:rFonts w:ascii="Arial" w:hAnsi="Arial" w:cs="Arial"/>
          <w:sz w:val="16"/>
          <w:szCs w:val="16"/>
        </w:rPr>
        <w:t>,</w:t>
      </w:r>
      <w:r w:rsidRPr="003F6F86">
        <w:rPr>
          <w:rFonts w:ascii="Arial" w:hAnsi="Arial" w:cs="Arial"/>
          <w:sz w:val="16"/>
          <w:szCs w:val="16"/>
        </w:rPr>
        <w:t xml:space="preserve"> uvede v</w:t>
      </w:r>
      <w:r w:rsidR="005E0A14" w:rsidRPr="003F6F86">
        <w:rPr>
          <w:rFonts w:ascii="Arial" w:hAnsi="Arial" w:cs="Arial"/>
          <w:sz w:val="16"/>
          <w:szCs w:val="16"/>
        </w:rPr>
        <w:t> </w:t>
      </w:r>
      <w:r w:rsidRPr="003F6F86">
        <w:rPr>
          <w:rFonts w:ascii="Arial" w:hAnsi="Arial" w:cs="Arial"/>
          <w:sz w:val="16"/>
          <w:szCs w:val="16"/>
        </w:rPr>
        <w:t>bodu</w:t>
      </w:r>
      <w:r w:rsidR="005E0A14" w:rsidRPr="003F6F86">
        <w:rPr>
          <w:rFonts w:ascii="Arial" w:hAnsi="Arial" w:cs="Arial"/>
          <w:sz w:val="16"/>
          <w:szCs w:val="16"/>
        </w:rPr>
        <w:t xml:space="preserve">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3F241A" w:rsidRDefault="003F241A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070374" w:rsidRPr="003F6F86" w:rsidRDefault="005C5704" w:rsidP="005C5704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</w:r>
      <w:r w:rsidR="00E16ABB">
        <w:rPr>
          <w:rFonts w:ascii="Arial" w:hAnsi="Arial" w:cs="Arial"/>
          <w:b/>
          <w:sz w:val="20"/>
          <w:szCs w:val="20"/>
        </w:rPr>
        <w:tab/>
      </w:r>
      <w:r w:rsidR="00AB170E" w:rsidRPr="001820C9">
        <w:rPr>
          <w:rFonts w:ascii="Arial" w:hAnsi="Arial" w:cs="Arial"/>
          <w:b/>
          <w:sz w:val="20"/>
          <w:szCs w:val="20"/>
        </w:rPr>
        <w:t>Celková nabídková cena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232"/>
        <w:gridCol w:w="3232"/>
      </w:tblGrid>
      <w:tr w:rsidR="00FD25B9" w:rsidRPr="00C01F7E" w:rsidTr="00C01F7E"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C01F7E" w:rsidRDefault="00FD25B9" w:rsidP="00C01F7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</w:tcPr>
          <w:p w:rsidR="00FD25B9" w:rsidRPr="00C01F7E" w:rsidRDefault="00FD25B9" w:rsidP="00BB476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</w:tcPr>
          <w:p w:rsidR="00FD25B9" w:rsidRPr="00C01F7E" w:rsidRDefault="00FD25B9" w:rsidP="00C01F7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FD25B9" w:rsidRPr="00C01F7E" w:rsidTr="00C01F7E"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5B9" w:rsidRPr="00C01F7E" w:rsidTr="00C01F7E">
        <w:tc>
          <w:tcPr>
            <w:tcW w:w="3232" w:type="dxa"/>
            <w:tcMar>
              <w:left w:w="85" w:type="dxa"/>
              <w:right w:w="85" w:type="dxa"/>
            </w:tcMar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</w:tcPr>
          <w:p w:rsidR="00FD25B9" w:rsidRPr="00C01F7E" w:rsidRDefault="00FD25B9" w:rsidP="00C01F7E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0C32" w:rsidRDefault="00510C32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055883" w:rsidRPr="003F6F86" w:rsidRDefault="00055883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4.</w:t>
      </w:r>
      <w:r w:rsidRPr="003F6F86">
        <w:rPr>
          <w:rFonts w:ascii="Arial" w:hAnsi="Arial" w:cs="Arial"/>
          <w:b/>
          <w:sz w:val="20"/>
          <w:szCs w:val="20"/>
        </w:rPr>
        <w:tab/>
      </w:r>
      <w:r w:rsidR="00E16ABB">
        <w:rPr>
          <w:rFonts w:ascii="Arial" w:hAnsi="Arial" w:cs="Arial"/>
          <w:b/>
          <w:sz w:val="20"/>
          <w:szCs w:val="20"/>
        </w:rPr>
        <w:tab/>
      </w:r>
      <w:r w:rsidRPr="003F6F86">
        <w:rPr>
          <w:rFonts w:ascii="Arial" w:hAnsi="Arial" w:cs="Arial"/>
          <w:b/>
          <w:sz w:val="20"/>
          <w:szCs w:val="20"/>
        </w:rPr>
        <w:t>Měna, ve které je nabídková cena v bodu 3 uvedena</w:t>
      </w:r>
    </w:p>
    <w:p w:rsidR="008047E9" w:rsidRDefault="00574E2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CZK (Kč)</w:t>
      </w:r>
      <w:r w:rsidR="007D3AF6">
        <w:rPr>
          <w:rFonts w:ascii="Arial" w:hAnsi="Arial" w:cs="Arial"/>
          <w:sz w:val="20"/>
          <w:szCs w:val="20"/>
        </w:rPr>
        <w:t xml:space="preserve"> - zaokrouhlena na celé Kč</w:t>
      </w:r>
    </w:p>
    <w:p w:rsidR="00B9796A" w:rsidRDefault="00B9796A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AB170E" w:rsidRPr="003F6F86" w:rsidRDefault="00AB170E" w:rsidP="00AB170E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1820C9">
        <w:rPr>
          <w:rFonts w:ascii="Arial" w:hAnsi="Arial" w:cs="Arial"/>
          <w:b/>
          <w:sz w:val="20"/>
          <w:szCs w:val="20"/>
        </w:rPr>
        <w:t>Termín plnění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183"/>
      </w:tblGrid>
      <w:tr w:rsidR="00AB170E" w:rsidRPr="00C01F7E" w:rsidTr="00AB170E">
        <w:tc>
          <w:tcPr>
            <w:tcW w:w="7513" w:type="dxa"/>
            <w:tcMar>
              <w:left w:w="85" w:type="dxa"/>
              <w:right w:w="85" w:type="dxa"/>
            </w:tcMar>
          </w:tcPr>
          <w:p w:rsidR="00AB170E" w:rsidRPr="00364ADD" w:rsidRDefault="00AB170E" w:rsidP="00364ADD">
            <w:pPr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  <w:r w:rsidRPr="001820C9">
              <w:rPr>
                <w:rFonts w:ascii="Arial" w:hAnsi="Arial" w:cs="Arial"/>
                <w:b/>
                <w:sz w:val="20"/>
                <w:szCs w:val="20"/>
              </w:rPr>
              <w:t>Termín plnění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62967">
              <w:rPr>
                <w:rFonts w:ascii="Arial" w:hAnsi="Arial" w:cs="Arial"/>
                <w:sz w:val="16"/>
                <w:szCs w:val="16"/>
              </w:rPr>
              <w:t xml:space="preserve">(stanovený </w:t>
            </w: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="00364ADD">
              <w:rPr>
                <w:rFonts w:ascii="Arial" w:hAnsi="Arial" w:cs="Arial"/>
                <w:sz w:val="16"/>
                <w:szCs w:val="16"/>
              </w:rPr>
              <w:t> kalendářních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967">
              <w:rPr>
                <w:rFonts w:ascii="Arial" w:hAnsi="Arial" w:cs="Arial"/>
                <w:sz w:val="16"/>
                <w:szCs w:val="16"/>
              </w:rPr>
              <w:t>dnech)</w:t>
            </w:r>
            <w:r w:rsidRPr="00562967">
              <w:rPr>
                <w:rFonts w:ascii="Arial" w:hAnsi="Arial" w:cs="Arial"/>
                <w:sz w:val="16"/>
                <w:szCs w:val="16"/>
              </w:rPr>
              <w:tab/>
            </w:r>
            <w:r w:rsidRPr="001820C9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2183" w:type="dxa"/>
          </w:tcPr>
          <w:p w:rsidR="00AB170E" w:rsidRPr="00C01F7E" w:rsidRDefault="00AB170E" w:rsidP="00C713DB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170E" w:rsidRDefault="00AB170E">
      <w:pPr>
        <w:spacing w:line="280" w:lineRule="atLeast"/>
        <w:rPr>
          <w:rFonts w:ascii="Arial" w:hAnsi="Arial" w:cs="Arial"/>
          <w:sz w:val="20"/>
          <w:szCs w:val="20"/>
        </w:rPr>
      </w:pPr>
    </w:p>
    <w:p w:rsidR="008769B0" w:rsidRDefault="008769B0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C96D5D" w:rsidRDefault="00C96D5D">
      <w:pPr>
        <w:spacing w:line="280" w:lineRule="atLeast"/>
        <w:rPr>
          <w:rFonts w:ascii="Arial" w:hAnsi="Arial" w:cs="Arial"/>
          <w:sz w:val="20"/>
          <w:szCs w:val="20"/>
        </w:rPr>
      </w:pPr>
    </w:p>
    <w:p w:rsidR="00964C13" w:rsidRDefault="00DD5ABA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964C13" w:rsidRPr="003F6F86">
        <w:rPr>
          <w:rFonts w:ascii="Arial" w:hAnsi="Arial" w:cs="Arial"/>
          <w:b/>
          <w:sz w:val="20"/>
          <w:szCs w:val="20"/>
        </w:rPr>
        <w:t>.</w:t>
      </w:r>
      <w:r w:rsidR="00964C13" w:rsidRPr="003F6F86">
        <w:rPr>
          <w:rFonts w:ascii="Arial" w:hAnsi="Arial" w:cs="Arial"/>
          <w:b/>
          <w:sz w:val="20"/>
          <w:szCs w:val="20"/>
        </w:rPr>
        <w:tab/>
      </w:r>
      <w:r w:rsidR="00E16ABB">
        <w:rPr>
          <w:rFonts w:ascii="Arial" w:hAnsi="Arial" w:cs="Arial"/>
          <w:b/>
          <w:sz w:val="20"/>
          <w:szCs w:val="20"/>
        </w:rPr>
        <w:tab/>
      </w:r>
      <w:r w:rsidR="00964C13" w:rsidRPr="003F6F86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</w:p>
    <w:p w:rsidR="00510C32" w:rsidRPr="003F6F86" w:rsidRDefault="00510C32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075202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A57676" w:rsidRPr="00C01F7E" w:rsidRDefault="00A5767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A57676" w:rsidRPr="00C01F7E" w:rsidRDefault="00A5767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A57676" w:rsidRPr="00C01F7E" w:rsidRDefault="00A5767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A57676" w:rsidRPr="00C01F7E" w:rsidRDefault="00EF629D" w:rsidP="00C01F7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A57676" w:rsidRPr="00C01F7E" w:rsidRDefault="00EF629D" w:rsidP="00C01F7E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E486B" w:rsidRPr="00C01F7E" w:rsidRDefault="007E486B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AF6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</w:tcPr>
          <w:p w:rsidR="007D3AF6" w:rsidRPr="00C01F7E" w:rsidRDefault="007D3AF6">
            <w:pPr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AF6" w:rsidRPr="00C01F7E" w:rsidTr="00C01F7E">
        <w:tc>
          <w:tcPr>
            <w:tcW w:w="360" w:type="dxa"/>
            <w:tcMar>
              <w:left w:w="85" w:type="dxa"/>
              <w:right w:w="85" w:type="dxa"/>
            </w:tcMar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</w:tcPr>
          <w:p w:rsidR="007D3AF6" w:rsidRPr="00C01F7E" w:rsidRDefault="007D3AF6">
            <w:pPr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7D3AF6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4EB0" w:rsidRPr="003F6F86" w:rsidRDefault="00624EB0"/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"/>
        <w:gridCol w:w="3602"/>
        <w:gridCol w:w="2880"/>
        <w:gridCol w:w="2125"/>
        <w:gridCol w:w="755"/>
      </w:tblGrid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 w:val="restart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</w:tcPr>
          <w:p w:rsidR="00CA37E3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C01F7E" w:rsidTr="00C01F7E">
        <w:tc>
          <w:tcPr>
            <w:tcW w:w="358" w:type="dxa"/>
            <w:tcMar>
              <w:left w:w="85" w:type="dxa"/>
              <w:right w:w="85" w:type="dxa"/>
            </w:tcMar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2" w:type="dxa"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</w:tcPr>
          <w:p w:rsidR="00CA37E3" w:rsidRPr="00C01F7E" w:rsidRDefault="007D3AF6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2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CA37E3" w:rsidRPr="00C01F7E" w:rsidRDefault="00CA37E3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684A" w:rsidRPr="003F6F86" w:rsidRDefault="00075202" w:rsidP="00574E2C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  <w:r w:rsidRPr="003F6F86">
        <w:rPr>
          <w:rFonts w:ascii="Arial" w:hAnsi="Arial" w:cs="Arial"/>
          <w:sz w:val="16"/>
          <w:szCs w:val="16"/>
        </w:rPr>
        <w:t>Poznámka: Do sloupce označeného I. uchazeč/zájemce uvede konkrétní část/části plnění, které hodlá zajistit pomocí subdodavatele</w:t>
      </w:r>
      <w:r w:rsidR="0078684A" w:rsidRPr="003F6F86">
        <w:rPr>
          <w:rFonts w:ascii="Arial" w:hAnsi="Arial" w:cs="Arial"/>
          <w:sz w:val="16"/>
          <w:szCs w:val="16"/>
        </w:rPr>
        <w:t xml:space="preserve">. Do sloupce označeného II. uchazeč/zájemce uvede procentní podíl </w:t>
      </w:r>
      <w:r w:rsidR="00E16ABB" w:rsidRPr="003F6F86">
        <w:rPr>
          <w:rFonts w:ascii="Arial" w:hAnsi="Arial" w:cs="Arial"/>
          <w:sz w:val="16"/>
          <w:szCs w:val="16"/>
        </w:rPr>
        <w:t>subdodavatele</w:t>
      </w:r>
      <w:r w:rsidR="00E16ABB">
        <w:rPr>
          <w:rFonts w:ascii="Arial" w:hAnsi="Arial" w:cs="Arial"/>
          <w:sz w:val="16"/>
          <w:szCs w:val="16"/>
        </w:rPr>
        <w:t xml:space="preserve"> a poměrnou</w:t>
      </w:r>
      <w:r w:rsidR="00574E2C">
        <w:rPr>
          <w:rFonts w:ascii="Arial" w:hAnsi="Arial" w:cs="Arial"/>
          <w:sz w:val="16"/>
          <w:szCs w:val="16"/>
        </w:rPr>
        <w:t xml:space="preserve"> finanční částku</w:t>
      </w:r>
      <w:r w:rsidR="0078684A" w:rsidRPr="003F6F86">
        <w:rPr>
          <w:rFonts w:ascii="Arial" w:hAnsi="Arial" w:cs="Arial"/>
          <w:sz w:val="16"/>
          <w:szCs w:val="16"/>
        </w:rPr>
        <w:t xml:space="preserve"> na celkovém plnění</w:t>
      </w:r>
      <w:r w:rsidR="00574E2C">
        <w:rPr>
          <w:rFonts w:ascii="Arial" w:hAnsi="Arial" w:cs="Arial"/>
          <w:sz w:val="16"/>
          <w:szCs w:val="16"/>
        </w:rPr>
        <w:t xml:space="preserve"> vztaženém k celkové nabídkové ceně</w:t>
      </w:r>
      <w:r w:rsidR="0078684A" w:rsidRPr="003F6F86">
        <w:rPr>
          <w:rFonts w:ascii="Arial" w:hAnsi="Arial" w:cs="Arial"/>
          <w:sz w:val="16"/>
          <w:szCs w:val="16"/>
        </w:rPr>
        <w:t>.</w:t>
      </w:r>
    </w:p>
    <w:p w:rsidR="00C66F65" w:rsidRDefault="00C66F65">
      <w:pPr>
        <w:spacing w:line="280" w:lineRule="atLeast"/>
        <w:rPr>
          <w:rFonts w:ascii="Arial" w:hAnsi="Arial" w:cs="Arial"/>
          <w:sz w:val="20"/>
          <w:szCs w:val="20"/>
        </w:rPr>
      </w:pPr>
    </w:p>
    <w:p w:rsidR="00B9796A" w:rsidRDefault="00B9796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75202" w:rsidRPr="003F6F86" w:rsidRDefault="00DD5ABA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CA37E3" w:rsidRPr="003F6F86">
        <w:rPr>
          <w:rFonts w:ascii="Arial" w:hAnsi="Arial" w:cs="Arial"/>
          <w:b/>
          <w:sz w:val="20"/>
          <w:szCs w:val="20"/>
        </w:rPr>
        <w:t>.</w:t>
      </w:r>
      <w:r w:rsidR="00CA37E3" w:rsidRPr="003F6F86">
        <w:rPr>
          <w:rFonts w:ascii="Arial" w:hAnsi="Arial" w:cs="Arial"/>
          <w:b/>
          <w:sz w:val="20"/>
          <w:szCs w:val="20"/>
        </w:rPr>
        <w:tab/>
      </w:r>
      <w:r w:rsidR="00E16ABB">
        <w:rPr>
          <w:rFonts w:ascii="Arial" w:hAnsi="Arial" w:cs="Arial"/>
          <w:b/>
          <w:sz w:val="20"/>
          <w:szCs w:val="20"/>
        </w:rPr>
        <w:tab/>
      </w:r>
      <w:r w:rsidR="00CA37E3" w:rsidRPr="003F6F86">
        <w:rPr>
          <w:rFonts w:ascii="Arial" w:hAnsi="Arial" w:cs="Arial"/>
          <w:b/>
          <w:sz w:val="20"/>
          <w:szCs w:val="20"/>
        </w:rPr>
        <w:t>Oprávněná osoba za uchazeče jednat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0"/>
        <w:gridCol w:w="5793"/>
      </w:tblGrid>
      <w:tr w:rsidR="00A30FCC" w:rsidRPr="00C01F7E" w:rsidTr="00C01F7E">
        <w:trPr>
          <w:trHeight w:val="1465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A30FCC" w:rsidRPr="00C01F7E" w:rsidRDefault="00A30FC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A30FCC" w:rsidRPr="00C01F7E" w:rsidRDefault="00A30FCC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C01F7E" w:rsidTr="00C01F7E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C01F7E" w:rsidRDefault="00BF1180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</w:tcPr>
          <w:p w:rsidR="00BF1180" w:rsidRPr="00C01F7E" w:rsidRDefault="00BF1180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C01F7E" w:rsidTr="00C01F7E">
        <w:tc>
          <w:tcPr>
            <w:tcW w:w="3960" w:type="dxa"/>
            <w:tcMar>
              <w:left w:w="85" w:type="dxa"/>
              <w:right w:w="85" w:type="dxa"/>
            </w:tcMar>
          </w:tcPr>
          <w:p w:rsidR="00BF1180" w:rsidRPr="00C01F7E" w:rsidRDefault="00BF1180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</w:tcPr>
          <w:p w:rsidR="00BF1180" w:rsidRPr="00C01F7E" w:rsidRDefault="00BF1180" w:rsidP="00C01F7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05EF" w:rsidRPr="00C76224" w:rsidRDefault="00B005EF" w:rsidP="00B9796A">
      <w:pPr>
        <w:spacing w:line="280" w:lineRule="atLeast"/>
      </w:pPr>
    </w:p>
    <w:sectPr w:rsidR="00B005EF" w:rsidRPr="00C76224" w:rsidSect="00E16ABB">
      <w:headerReference w:type="default" r:id="rId12"/>
      <w:footerReference w:type="even" r:id="rId13"/>
      <w:footerReference w:type="default" r:id="rId14"/>
      <w:pgSz w:w="11906" w:h="16838" w:code="9"/>
      <w:pgMar w:top="1418" w:right="1134" w:bottom="1418" w:left="1134" w:header="53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26F" w:rsidRDefault="00E8626F">
      <w:r>
        <w:separator/>
      </w:r>
    </w:p>
  </w:endnote>
  <w:endnote w:type="continuationSeparator" w:id="0">
    <w:p w:rsidR="00E8626F" w:rsidRDefault="00E86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FA" w:rsidRDefault="00341F56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953F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953FA" w:rsidRDefault="00D953FA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FA" w:rsidRDefault="00D953FA" w:rsidP="009951A2">
    <w:pPr>
      <w:pStyle w:val="Zpat"/>
      <w:ind w:right="360"/>
      <w:jc w:val="right"/>
    </w:pPr>
    <w:r>
      <w:tab/>
    </w:r>
    <w:r w:rsidR="00C96D5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3pt;height:45.75pt">
          <v:imagedata r:id="rId1" o:title=""/>
        </v:shape>
      </w:pict>
    </w:r>
  </w:p>
  <w:p w:rsidR="00D953FA" w:rsidRPr="000852AA" w:rsidRDefault="00341F56" w:rsidP="009951A2">
    <w:pPr>
      <w:pStyle w:val="Zpat"/>
      <w:ind w:right="360"/>
      <w:jc w:val="right"/>
      <w:rPr>
        <w:sz w:val="20"/>
        <w:szCs w:val="20"/>
      </w:rPr>
    </w:pPr>
    <w:r w:rsidRPr="000852AA">
      <w:rPr>
        <w:sz w:val="20"/>
        <w:szCs w:val="20"/>
      </w:rPr>
      <w:fldChar w:fldCharType="begin"/>
    </w:r>
    <w:r w:rsidR="004E2192" w:rsidRPr="000852AA">
      <w:rPr>
        <w:sz w:val="20"/>
        <w:szCs w:val="20"/>
      </w:rPr>
      <w:instrText xml:space="preserve"> PAGE  \* ArabicDash </w:instrText>
    </w:r>
    <w:r w:rsidRPr="000852AA">
      <w:rPr>
        <w:sz w:val="20"/>
        <w:szCs w:val="20"/>
      </w:rPr>
      <w:fldChar w:fldCharType="separate"/>
    </w:r>
    <w:r w:rsidR="00E8626F">
      <w:rPr>
        <w:noProof/>
        <w:sz w:val="20"/>
        <w:szCs w:val="20"/>
      </w:rPr>
      <w:t>- 1 -</w:t>
    </w:r>
    <w:r w:rsidRPr="000852AA">
      <w:rPr>
        <w:sz w:val="20"/>
        <w:szCs w:val="20"/>
      </w:rPr>
      <w:fldChar w:fldCharType="end"/>
    </w:r>
    <w:r w:rsidR="00D953FA" w:rsidRPr="000852AA">
      <w:rPr>
        <w:sz w:val="20"/>
        <w:szCs w:val="20"/>
      </w:rPr>
      <w:t xml:space="preserve"> (celkem </w:t>
    </w:r>
    <w:r w:rsidRPr="000852AA">
      <w:rPr>
        <w:sz w:val="20"/>
        <w:szCs w:val="20"/>
      </w:rPr>
      <w:fldChar w:fldCharType="begin"/>
    </w:r>
    <w:r w:rsidR="004E2192" w:rsidRPr="000852AA">
      <w:rPr>
        <w:sz w:val="20"/>
        <w:szCs w:val="20"/>
      </w:rPr>
      <w:instrText xml:space="preserve"> NUMPAGES </w:instrText>
    </w:r>
    <w:r w:rsidRPr="000852AA">
      <w:rPr>
        <w:sz w:val="20"/>
        <w:szCs w:val="20"/>
      </w:rPr>
      <w:fldChar w:fldCharType="separate"/>
    </w:r>
    <w:r w:rsidR="00E8626F">
      <w:rPr>
        <w:noProof/>
        <w:sz w:val="20"/>
        <w:szCs w:val="20"/>
      </w:rPr>
      <w:t>1</w:t>
    </w:r>
    <w:r w:rsidRPr="000852AA">
      <w:rPr>
        <w:sz w:val="20"/>
        <w:szCs w:val="20"/>
      </w:rPr>
      <w:fldChar w:fldCharType="end"/>
    </w:r>
    <w:r w:rsidR="00D953FA" w:rsidRPr="000852AA">
      <w:rPr>
        <w:sz w:val="20"/>
        <w:szCs w:val="20"/>
      </w:rPr>
      <w:t>)</w:t>
    </w:r>
  </w:p>
  <w:p w:rsidR="00D953FA" w:rsidRDefault="00D953FA" w:rsidP="009951A2">
    <w:pPr>
      <w:pStyle w:val="Zpat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26F" w:rsidRDefault="00E8626F">
      <w:r>
        <w:separator/>
      </w:r>
    </w:p>
  </w:footnote>
  <w:footnote w:type="continuationSeparator" w:id="0">
    <w:p w:rsidR="00E8626F" w:rsidRDefault="00E86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5D" w:rsidRDefault="00C96D5D" w:rsidP="00C96D5D">
    <w:pPr>
      <w:spacing w:line="280" w:lineRule="atLeast"/>
      <w:ind w:left="7788"/>
    </w:pPr>
    <w:r w:rsidRPr="00BE2709">
      <w:rPr>
        <w:b/>
      </w:rPr>
      <w:t>Příloha č</w:t>
    </w:r>
    <w:r>
      <w:rPr>
        <w:b/>
      </w:rPr>
      <w:t>. 1</w:t>
    </w:r>
  </w:p>
  <w:p w:rsidR="00C96D5D" w:rsidRPr="009F2DB4" w:rsidRDefault="00C96D5D" w:rsidP="00C96D5D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56pt;height:69pt">
          <v:imagedata r:id="rId1" o:title=""/>
        </v:shape>
      </w:pict>
    </w:r>
  </w:p>
  <w:p w:rsidR="00D953FA" w:rsidRDefault="00D953FA" w:rsidP="000D61A6">
    <w:pPr>
      <w:pStyle w:val="Zhlav"/>
      <w:tabs>
        <w:tab w:val="clear" w:pos="4536"/>
        <w:tab w:val="center" w:pos="4320"/>
      </w:tabs>
      <w:jc w:val="center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noPunctuationKerning/>
  <w:characterSpacingControl w:val="doNotCompress"/>
  <w:savePreviewPicture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36BD"/>
    <w:rsid w:val="00021184"/>
    <w:rsid w:val="000327E9"/>
    <w:rsid w:val="00045DAE"/>
    <w:rsid w:val="00050D09"/>
    <w:rsid w:val="00055883"/>
    <w:rsid w:val="00060444"/>
    <w:rsid w:val="00062A8F"/>
    <w:rsid w:val="00070374"/>
    <w:rsid w:val="00075202"/>
    <w:rsid w:val="000852AA"/>
    <w:rsid w:val="00085AD5"/>
    <w:rsid w:val="0009541A"/>
    <w:rsid w:val="000B24A0"/>
    <w:rsid w:val="000D08CC"/>
    <w:rsid w:val="000D2301"/>
    <w:rsid w:val="000D61A6"/>
    <w:rsid w:val="000E59D9"/>
    <w:rsid w:val="000F60A3"/>
    <w:rsid w:val="00136428"/>
    <w:rsid w:val="00152B89"/>
    <w:rsid w:val="00160327"/>
    <w:rsid w:val="00162CE7"/>
    <w:rsid w:val="00166C7A"/>
    <w:rsid w:val="00182BF4"/>
    <w:rsid w:val="00185A48"/>
    <w:rsid w:val="0018723C"/>
    <w:rsid w:val="001A2712"/>
    <w:rsid w:val="001B2043"/>
    <w:rsid w:val="001D1AF8"/>
    <w:rsid w:val="001E2CA3"/>
    <w:rsid w:val="001E5BC5"/>
    <w:rsid w:val="00211C46"/>
    <w:rsid w:val="00222AAD"/>
    <w:rsid w:val="00246541"/>
    <w:rsid w:val="00250034"/>
    <w:rsid w:val="0026130E"/>
    <w:rsid w:val="00280DBB"/>
    <w:rsid w:val="002844BA"/>
    <w:rsid w:val="002A2119"/>
    <w:rsid w:val="002A2778"/>
    <w:rsid w:val="002A3D54"/>
    <w:rsid w:val="002A7436"/>
    <w:rsid w:val="002B411A"/>
    <w:rsid w:val="002F2FFD"/>
    <w:rsid w:val="00305362"/>
    <w:rsid w:val="00305EDA"/>
    <w:rsid w:val="00306E8B"/>
    <w:rsid w:val="00306F0C"/>
    <w:rsid w:val="00321492"/>
    <w:rsid w:val="00325FA9"/>
    <w:rsid w:val="00335794"/>
    <w:rsid w:val="00341F56"/>
    <w:rsid w:val="00364ADD"/>
    <w:rsid w:val="00385D93"/>
    <w:rsid w:val="003A19CB"/>
    <w:rsid w:val="003A6732"/>
    <w:rsid w:val="003B4045"/>
    <w:rsid w:val="003B446F"/>
    <w:rsid w:val="003E2866"/>
    <w:rsid w:val="003F002E"/>
    <w:rsid w:val="003F241A"/>
    <w:rsid w:val="003F6F86"/>
    <w:rsid w:val="00412709"/>
    <w:rsid w:val="0042460B"/>
    <w:rsid w:val="00424AB8"/>
    <w:rsid w:val="0045751C"/>
    <w:rsid w:val="004625A2"/>
    <w:rsid w:val="0046336E"/>
    <w:rsid w:val="004728FB"/>
    <w:rsid w:val="00474E4F"/>
    <w:rsid w:val="004D4F65"/>
    <w:rsid w:val="004E2192"/>
    <w:rsid w:val="00506E59"/>
    <w:rsid w:val="00510C32"/>
    <w:rsid w:val="00512A1C"/>
    <w:rsid w:val="00522E04"/>
    <w:rsid w:val="00524511"/>
    <w:rsid w:val="00574E2C"/>
    <w:rsid w:val="005C5704"/>
    <w:rsid w:val="005D56D2"/>
    <w:rsid w:val="005E0A14"/>
    <w:rsid w:val="005E368F"/>
    <w:rsid w:val="00604A6C"/>
    <w:rsid w:val="00604B2D"/>
    <w:rsid w:val="00607315"/>
    <w:rsid w:val="00624EB0"/>
    <w:rsid w:val="00636E74"/>
    <w:rsid w:val="006566A0"/>
    <w:rsid w:val="0067185E"/>
    <w:rsid w:val="00681654"/>
    <w:rsid w:val="00697284"/>
    <w:rsid w:val="006B26FA"/>
    <w:rsid w:val="006E1DAA"/>
    <w:rsid w:val="006F5617"/>
    <w:rsid w:val="006F5B0C"/>
    <w:rsid w:val="00712F40"/>
    <w:rsid w:val="00732862"/>
    <w:rsid w:val="007572F3"/>
    <w:rsid w:val="00786400"/>
    <w:rsid w:val="0078684A"/>
    <w:rsid w:val="00786D5D"/>
    <w:rsid w:val="007D3AF6"/>
    <w:rsid w:val="007D43D9"/>
    <w:rsid w:val="007D65CE"/>
    <w:rsid w:val="007E486B"/>
    <w:rsid w:val="007E6B6C"/>
    <w:rsid w:val="007F1A2D"/>
    <w:rsid w:val="007F4D91"/>
    <w:rsid w:val="008047E9"/>
    <w:rsid w:val="00810D71"/>
    <w:rsid w:val="00813F73"/>
    <w:rsid w:val="00836B9F"/>
    <w:rsid w:val="0084657F"/>
    <w:rsid w:val="00872A80"/>
    <w:rsid w:val="008769B0"/>
    <w:rsid w:val="00887810"/>
    <w:rsid w:val="008A732E"/>
    <w:rsid w:val="008B5EB6"/>
    <w:rsid w:val="008C4929"/>
    <w:rsid w:val="008D5E88"/>
    <w:rsid w:val="008F2254"/>
    <w:rsid w:val="00903648"/>
    <w:rsid w:val="009152B4"/>
    <w:rsid w:val="009216F0"/>
    <w:rsid w:val="009379EE"/>
    <w:rsid w:val="00953C05"/>
    <w:rsid w:val="00956585"/>
    <w:rsid w:val="00961775"/>
    <w:rsid w:val="00964C13"/>
    <w:rsid w:val="00974831"/>
    <w:rsid w:val="00982923"/>
    <w:rsid w:val="00985E35"/>
    <w:rsid w:val="009951A2"/>
    <w:rsid w:val="009961AA"/>
    <w:rsid w:val="009A0DF9"/>
    <w:rsid w:val="009A22A6"/>
    <w:rsid w:val="009B1F95"/>
    <w:rsid w:val="009B2BBD"/>
    <w:rsid w:val="009C7547"/>
    <w:rsid w:val="009D44C9"/>
    <w:rsid w:val="009E56C9"/>
    <w:rsid w:val="00A04E4A"/>
    <w:rsid w:val="00A30FCC"/>
    <w:rsid w:val="00A33418"/>
    <w:rsid w:val="00A46E40"/>
    <w:rsid w:val="00A54DC9"/>
    <w:rsid w:val="00A57676"/>
    <w:rsid w:val="00A61EAB"/>
    <w:rsid w:val="00A722BA"/>
    <w:rsid w:val="00A72BAE"/>
    <w:rsid w:val="00A853BA"/>
    <w:rsid w:val="00A91A39"/>
    <w:rsid w:val="00AA20FC"/>
    <w:rsid w:val="00AB170E"/>
    <w:rsid w:val="00AB28C4"/>
    <w:rsid w:val="00AE11AB"/>
    <w:rsid w:val="00AE1CA4"/>
    <w:rsid w:val="00B005EF"/>
    <w:rsid w:val="00B05C8D"/>
    <w:rsid w:val="00B20CBD"/>
    <w:rsid w:val="00B37705"/>
    <w:rsid w:val="00B37A24"/>
    <w:rsid w:val="00B66EE5"/>
    <w:rsid w:val="00B774AA"/>
    <w:rsid w:val="00B84E6C"/>
    <w:rsid w:val="00B9796A"/>
    <w:rsid w:val="00BA7F62"/>
    <w:rsid w:val="00BB4760"/>
    <w:rsid w:val="00BB5452"/>
    <w:rsid w:val="00BC5FFB"/>
    <w:rsid w:val="00BD5828"/>
    <w:rsid w:val="00BD668E"/>
    <w:rsid w:val="00BF1180"/>
    <w:rsid w:val="00C0041B"/>
    <w:rsid w:val="00C00991"/>
    <w:rsid w:val="00C01F7E"/>
    <w:rsid w:val="00C07880"/>
    <w:rsid w:val="00C264E7"/>
    <w:rsid w:val="00C622DD"/>
    <w:rsid w:val="00C66F65"/>
    <w:rsid w:val="00C76224"/>
    <w:rsid w:val="00C908F4"/>
    <w:rsid w:val="00C92484"/>
    <w:rsid w:val="00C9610D"/>
    <w:rsid w:val="00C96D5D"/>
    <w:rsid w:val="00CA37E3"/>
    <w:rsid w:val="00CC2AA6"/>
    <w:rsid w:val="00CD799B"/>
    <w:rsid w:val="00CE39C9"/>
    <w:rsid w:val="00D137C5"/>
    <w:rsid w:val="00D15803"/>
    <w:rsid w:val="00D214A9"/>
    <w:rsid w:val="00D27B5A"/>
    <w:rsid w:val="00D52745"/>
    <w:rsid w:val="00D5493B"/>
    <w:rsid w:val="00D63FE8"/>
    <w:rsid w:val="00D672D7"/>
    <w:rsid w:val="00D7440E"/>
    <w:rsid w:val="00D75506"/>
    <w:rsid w:val="00D75E89"/>
    <w:rsid w:val="00D953FA"/>
    <w:rsid w:val="00D96235"/>
    <w:rsid w:val="00DB52C5"/>
    <w:rsid w:val="00DB5ECF"/>
    <w:rsid w:val="00DB5FB8"/>
    <w:rsid w:val="00DC5321"/>
    <w:rsid w:val="00DC5CC4"/>
    <w:rsid w:val="00DC72D6"/>
    <w:rsid w:val="00DD0F4C"/>
    <w:rsid w:val="00DD1325"/>
    <w:rsid w:val="00DD5ABA"/>
    <w:rsid w:val="00DE26DA"/>
    <w:rsid w:val="00E02648"/>
    <w:rsid w:val="00E124B0"/>
    <w:rsid w:val="00E13706"/>
    <w:rsid w:val="00E16ABB"/>
    <w:rsid w:val="00E24691"/>
    <w:rsid w:val="00E24BF4"/>
    <w:rsid w:val="00E406A1"/>
    <w:rsid w:val="00E4594F"/>
    <w:rsid w:val="00E468F3"/>
    <w:rsid w:val="00E64CCA"/>
    <w:rsid w:val="00E80866"/>
    <w:rsid w:val="00E8626F"/>
    <w:rsid w:val="00EA3A3D"/>
    <w:rsid w:val="00ED216B"/>
    <w:rsid w:val="00EE484E"/>
    <w:rsid w:val="00EF1B7D"/>
    <w:rsid w:val="00EF629D"/>
    <w:rsid w:val="00F02AC7"/>
    <w:rsid w:val="00F12701"/>
    <w:rsid w:val="00F4283B"/>
    <w:rsid w:val="00F44D7B"/>
    <w:rsid w:val="00F46CA0"/>
    <w:rsid w:val="00F557EF"/>
    <w:rsid w:val="00F67A93"/>
    <w:rsid w:val="00F95468"/>
    <w:rsid w:val="00F97E44"/>
    <w:rsid w:val="00FA4585"/>
    <w:rsid w:val="00FC3963"/>
    <w:rsid w:val="00FC7875"/>
    <w:rsid w:val="00FD25B9"/>
    <w:rsid w:val="00FD5ED9"/>
    <w:rsid w:val="00FE15A5"/>
    <w:rsid w:val="00FE36BB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A20FC"/>
    <w:rPr>
      <w:sz w:val="24"/>
      <w:szCs w:val="24"/>
    </w:rPr>
  </w:style>
  <w:style w:type="paragraph" w:styleId="Nadpis1">
    <w:name w:val="heading 1"/>
    <w:basedOn w:val="Normln"/>
    <w:next w:val="Normln"/>
    <w:qFormat/>
    <w:rsid w:val="00AA20F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AA20F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AA20F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AA20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A20F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AA20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customStyle="1" w:styleId="Char">
    <w:name w:val="Char"/>
    <w:basedOn w:val="Normln"/>
    <w:semiHidden/>
    <w:rsid w:val="00085A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bsah1">
    <w:name w:val="toc 1"/>
    <w:basedOn w:val="Normln"/>
    <w:next w:val="Normln"/>
    <w:autoRedefine/>
    <w:semiHidden/>
    <w:rsid w:val="00085AD5"/>
    <w:pPr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E59D9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836B9F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basedOn w:val="Standardnpsmoodstavce"/>
    <w:rsid w:val="00DC5CC4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C96D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as.holas@mze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lasta.laiskova@mz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_Cesky_Krumlov@mze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0</TotalTime>
  <Pages>3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3785</CharactersWithSpaces>
  <SharedDoc>false</SharedDoc>
  <HLinks>
    <vt:vector size="18" baseType="variant"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mailto:pavel.setka@mze.cz</vt:lpwstr>
      </vt:variant>
      <vt:variant>
        <vt:lpwstr/>
      </vt:variant>
      <vt:variant>
        <vt:i4>5767224</vt:i4>
      </vt:variant>
      <vt:variant>
        <vt:i4>3</vt:i4>
      </vt:variant>
      <vt:variant>
        <vt:i4>0</vt:i4>
      </vt:variant>
      <vt:variant>
        <vt:i4>5</vt:i4>
      </vt:variant>
      <vt:variant>
        <vt:lpwstr>mailto:vlasta.laiskova@mze.cz</vt:lpwstr>
      </vt:variant>
      <vt:variant>
        <vt:lpwstr/>
      </vt:variant>
      <vt:variant>
        <vt:i4>131129</vt:i4>
      </vt:variant>
      <vt:variant>
        <vt:i4>0</vt:i4>
      </vt:variant>
      <vt:variant>
        <vt:i4>0</vt:i4>
      </vt:variant>
      <vt:variant>
        <vt:i4>5</vt:i4>
      </vt:variant>
      <vt:variant>
        <vt:lpwstr>mailto:PU_Cesky_Krumlov@mze.cz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pc</cp:lastModifiedBy>
  <cp:revision>2</cp:revision>
  <cp:lastPrinted>2011-10-20T09:33:00Z</cp:lastPrinted>
  <dcterms:created xsi:type="dcterms:W3CDTF">2012-10-24T11:13:00Z</dcterms:created>
  <dcterms:modified xsi:type="dcterms:W3CDTF">2012-10-24T11:13:00Z</dcterms:modified>
</cp:coreProperties>
</file>